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bookmarkStart w:id="0" w:name="_GoBack"/>
      <w:bookmarkEnd w:id="0"/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8521B1" w:rsidRPr="008521B1">
        <w:t>Rekonstrukce výpravní budovy v žst. Teplice v Čechách</w:t>
      </w:r>
      <w:r w:rsidR="008521B1"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</w:t>
      </w:r>
      <w:r w:rsidR="008521B1">
        <w:t xml:space="preserve">echnickou specifikaci, Výkresy a </w:t>
      </w:r>
      <w:r>
        <w:t>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140" w:rsidRDefault="00B93140" w:rsidP="00962258">
      <w:pPr>
        <w:spacing w:after="0" w:line="240" w:lineRule="auto"/>
      </w:pPr>
      <w:r>
        <w:separator/>
      </w:r>
    </w:p>
  </w:endnote>
  <w:endnote w:type="continuationSeparator" w:id="0">
    <w:p w:rsidR="00B93140" w:rsidRDefault="00B931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36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36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36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140" w:rsidRDefault="00B93140" w:rsidP="00962258">
      <w:pPr>
        <w:spacing w:after="0" w:line="240" w:lineRule="auto"/>
      </w:pPr>
      <w:r>
        <w:separator/>
      </w:r>
    </w:p>
  </w:footnote>
  <w:footnote w:type="continuationSeparator" w:id="0">
    <w:p w:rsidR="00B93140" w:rsidRDefault="00B931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521B1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36E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3140"/>
    <w:rsid w:val="00B97CC3"/>
    <w:rsid w:val="00BA54C2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E44A859B-1765-4492-9D24-ACE80E75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1E1E57-AF2B-4C2B-8059-1AD625106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2</TotalTime>
  <Pages>1</Pages>
  <Words>402</Words>
  <Characters>2373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Kosmál Martin, Ing.</cp:lastModifiedBy>
  <cp:revision>7</cp:revision>
  <cp:lastPrinted>2021-08-05T07:47:00Z</cp:lastPrinted>
  <dcterms:created xsi:type="dcterms:W3CDTF">2020-02-25T07:11:00Z</dcterms:created>
  <dcterms:modified xsi:type="dcterms:W3CDTF">2021-08-05T07:47:00Z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